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BF0" w:rsidRDefault="00B071E4" w:rsidP="005D22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ind w:right="-630"/>
        <w:rPr>
          <w:rFonts w:ascii="Times New Roman" w:hAnsi="Times New Roman"/>
          <w:b/>
          <w:sz w:val="24"/>
          <w:szCs w:val="24"/>
        </w:rPr>
      </w:pPr>
      <w:r w:rsidRPr="00CC7B1B">
        <w:rPr>
          <w:rFonts w:ascii="Times New Roman" w:hAnsi="Times New Roman"/>
          <w:b/>
          <w:sz w:val="24"/>
          <w:szCs w:val="24"/>
        </w:rPr>
        <w:t>Solution</w:t>
      </w:r>
      <w:r w:rsidR="00CA2E81" w:rsidRPr="00CC7B1B">
        <w:rPr>
          <w:rFonts w:ascii="Times New Roman" w:hAnsi="Times New Roman"/>
          <w:b/>
          <w:sz w:val="24"/>
          <w:szCs w:val="24"/>
        </w:rPr>
        <w:t xml:space="preserve"> 1</w:t>
      </w:r>
      <w:r w:rsidR="00370BF0">
        <w:rPr>
          <w:rFonts w:ascii="Times New Roman" w:hAnsi="Times New Roman"/>
          <w:b/>
          <w:sz w:val="24"/>
          <w:szCs w:val="24"/>
        </w:rPr>
        <w:t>.</w:t>
      </w:r>
      <w:r w:rsidR="00EB37FF">
        <w:rPr>
          <w:rFonts w:ascii="Times New Roman" w:hAnsi="Times New Roman"/>
          <w:b/>
          <w:sz w:val="24"/>
          <w:szCs w:val="24"/>
        </w:rPr>
        <w:t>2</w:t>
      </w:r>
      <w:r w:rsidR="00B96C0B">
        <w:rPr>
          <w:rFonts w:ascii="Times New Roman" w:hAnsi="Times New Roman"/>
          <w:b/>
          <w:sz w:val="24"/>
          <w:szCs w:val="24"/>
        </w:rPr>
        <w:t>8</w:t>
      </w:r>
    </w:p>
    <w:p w:rsidR="00B96C0B" w:rsidRDefault="00B96C0B" w:rsidP="005D22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ind w:right="-630"/>
        <w:rPr>
          <w:rFonts w:ascii="Times New Roman" w:eastAsia="Times New Roman" w:hAnsi="Times New Roman"/>
          <w:b/>
          <w:bCs/>
          <w:color w:val="000000"/>
          <w:sz w:val="20"/>
          <w:szCs w:val="20"/>
        </w:rPr>
      </w:pPr>
    </w:p>
    <w:p w:rsidR="00EB6C6E" w:rsidRPr="00EB37FF" w:rsidRDefault="00B96C0B" w:rsidP="007E7400">
      <w:pPr>
        <w:spacing w:before="60" w:after="60" w:line="240" w:lineRule="auto"/>
        <w:rPr>
          <w:rFonts w:ascii="Times New Roman" w:eastAsia="Times New Roman" w:hAnsi="Times New Roman"/>
          <w:color w:val="000000"/>
          <w:sz w:val="20"/>
          <w:szCs w:val="20"/>
        </w:rPr>
      </w:pPr>
      <w:r>
        <w:rPr>
          <w:rFonts w:ascii="Times New Roman" w:hAnsi="Times New Roman"/>
          <w:sz w:val="20"/>
          <w:szCs w:val="20"/>
        </w:rPr>
        <w:t>Design and Essay Problems are to be evaluated individually by the instructor due to the variability of the solutions.</w:t>
      </w:r>
    </w:p>
    <w:sectPr w:rsidR="00EB6C6E" w:rsidRPr="00EB37FF" w:rsidSect="007E7400">
      <w:footerReference w:type="default" r:id="rId7"/>
      <w:pgSz w:w="12240" w:h="15840"/>
      <w:pgMar w:top="1440" w:right="81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76748"/>
    <w:rsid w:val="000C00C9"/>
    <w:rsid w:val="000F09C6"/>
    <w:rsid w:val="001026C1"/>
    <w:rsid w:val="001236F6"/>
    <w:rsid w:val="00137D14"/>
    <w:rsid w:val="00153F19"/>
    <w:rsid w:val="00180780"/>
    <w:rsid w:val="00197E0B"/>
    <w:rsid w:val="001C46FF"/>
    <w:rsid w:val="001F2C09"/>
    <w:rsid w:val="00206D78"/>
    <w:rsid w:val="00230164"/>
    <w:rsid w:val="002616B4"/>
    <w:rsid w:val="002936E7"/>
    <w:rsid w:val="002A70C8"/>
    <w:rsid w:val="002D506D"/>
    <w:rsid w:val="002D7FDF"/>
    <w:rsid w:val="00310672"/>
    <w:rsid w:val="00333FB2"/>
    <w:rsid w:val="00343C21"/>
    <w:rsid w:val="00370BF0"/>
    <w:rsid w:val="003B671F"/>
    <w:rsid w:val="004009C3"/>
    <w:rsid w:val="00425BF7"/>
    <w:rsid w:val="00433055"/>
    <w:rsid w:val="00491ADD"/>
    <w:rsid w:val="004F51CE"/>
    <w:rsid w:val="00514FF0"/>
    <w:rsid w:val="005456B1"/>
    <w:rsid w:val="005474E7"/>
    <w:rsid w:val="00574BEA"/>
    <w:rsid w:val="005D2282"/>
    <w:rsid w:val="005F18E5"/>
    <w:rsid w:val="0067737B"/>
    <w:rsid w:val="00684E7A"/>
    <w:rsid w:val="006A0BAC"/>
    <w:rsid w:val="006A38B0"/>
    <w:rsid w:val="006C3DE2"/>
    <w:rsid w:val="00732C80"/>
    <w:rsid w:val="00752F5B"/>
    <w:rsid w:val="00771C39"/>
    <w:rsid w:val="00772ABB"/>
    <w:rsid w:val="00772BEC"/>
    <w:rsid w:val="0077701A"/>
    <w:rsid w:val="007C2740"/>
    <w:rsid w:val="007D6680"/>
    <w:rsid w:val="007E7400"/>
    <w:rsid w:val="008315B9"/>
    <w:rsid w:val="00865D23"/>
    <w:rsid w:val="00871E37"/>
    <w:rsid w:val="0088730C"/>
    <w:rsid w:val="008A057A"/>
    <w:rsid w:val="008E7DA1"/>
    <w:rsid w:val="009064B3"/>
    <w:rsid w:val="00945824"/>
    <w:rsid w:val="00972759"/>
    <w:rsid w:val="009A30B3"/>
    <w:rsid w:val="009C7D02"/>
    <w:rsid w:val="009D4616"/>
    <w:rsid w:val="00A24B33"/>
    <w:rsid w:val="00A2746F"/>
    <w:rsid w:val="00A67BE8"/>
    <w:rsid w:val="00A82309"/>
    <w:rsid w:val="00A841DF"/>
    <w:rsid w:val="00AE7795"/>
    <w:rsid w:val="00B071E4"/>
    <w:rsid w:val="00B4297D"/>
    <w:rsid w:val="00B55732"/>
    <w:rsid w:val="00B8047E"/>
    <w:rsid w:val="00B8145D"/>
    <w:rsid w:val="00B96C0B"/>
    <w:rsid w:val="00BF0611"/>
    <w:rsid w:val="00C04876"/>
    <w:rsid w:val="00C07EEE"/>
    <w:rsid w:val="00C10612"/>
    <w:rsid w:val="00CA2E81"/>
    <w:rsid w:val="00CC7B1B"/>
    <w:rsid w:val="00D64378"/>
    <w:rsid w:val="00D92AA6"/>
    <w:rsid w:val="00DA6541"/>
    <w:rsid w:val="00DB4131"/>
    <w:rsid w:val="00DF425A"/>
    <w:rsid w:val="00E00BD2"/>
    <w:rsid w:val="00E05648"/>
    <w:rsid w:val="00E244DC"/>
    <w:rsid w:val="00E4573E"/>
    <w:rsid w:val="00E479BB"/>
    <w:rsid w:val="00E6232D"/>
    <w:rsid w:val="00E96E0F"/>
    <w:rsid w:val="00E97D63"/>
    <w:rsid w:val="00EB37FF"/>
    <w:rsid w:val="00EB6C6E"/>
    <w:rsid w:val="00EC1FEC"/>
    <w:rsid w:val="00ED7456"/>
    <w:rsid w:val="00F059C4"/>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6"/>
    <o:shapelayout v:ext="edit">
      <o:idmap v:ext="edit" data="1"/>
      <o:rules v:ext="edit">
        <o:r id="V:Rule1" type="callout" idref="#_x0000_s1040"/>
        <o:r id="V:Rule2" type="callout"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styleId="BalloonText">
    <w:name w:val="Balloon Text"/>
    <w:basedOn w:val="Normal"/>
    <w:link w:val="BalloonTextChar"/>
    <w:uiPriority w:val="99"/>
    <w:semiHidden/>
    <w:unhideWhenUsed/>
    <w:rsid w:val="00370B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0B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19</Words>
  <Characters>114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2016-02-15T17:10:00Z</dcterms:created>
  <dcterms:modified xsi:type="dcterms:W3CDTF">2016-02-15T17:10:00Z</dcterms:modified>
</cp:coreProperties>
</file>